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AC" w:rsidRDefault="002429AC" w:rsidP="006361D1">
      <w:pPr>
        <w:pStyle w:val="Annex"/>
        <w:numPr>
          <w:ilvl w:val="0"/>
          <w:numId w:val="0"/>
        </w:numPr>
        <w:jc w:val="center"/>
      </w:pPr>
      <w:smartTag w:uri="urn:schemas-microsoft-com:office:smarttags" w:element="place">
        <w:smartTag w:uri="urn:schemas-microsoft-com:office:smarttags" w:element="country-region">
          <w:r>
            <w:rPr>
              <w:lang w:eastAsia="ko-KR"/>
            </w:rPr>
            <w:t>Korea</w:t>
          </w:r>
        </w:smartTag>
      </w:smartTag>
      <w:r>
        <w:t xml:space="preserve"> response to questionnaire</w:t>
      </w:r>
    </w:p>
    <w:p w:rsidR="002429AC" w:rsidRPr="00C4016E" w:rsidRDefault="002429AC" w:rsidP="00DF2760">
      <w:pPr>
        <w:jc w:val="both"/>
      </w:pPr>
      <w:r w:rsidRPr="00C4016E">
        <w:t>This questionnaire is designed to gather information from IALA members on their experiences with the use of plastic buoys. This wi</w:t>
      </w:r>
      <w:r>
        <w:t>l</w:t>
      </w:r>
      <w:r w:rsidRPr="00C4016E">
        <w:t xml:space="preserve">l then be </w:t>
      </w:r>
      <w:r>
        <w:t>collated and used to enable memb</w:t>
      </w:r>
      <w:r w:rsidRPr="00C4016E">
        <w:t>ers to make informed choices on the selection of the most appropriate material for their specific buoy application.</w:t>
      </w:r>
    </w:p>
    <w:p w:rsidR="002429AC" w:rsidRPr="00C4016E" w:rsidRDefault="002429AC" w:rsidP="00DF2760">
      <w:r>
        <w:rPr>
          <w:noProof/>
          <w:lang w:val="en-US" w:eastAsia="ko-KR"/>
        </w:rPr>
        <w:pict>
          <v:rect id="Rectangle 2" o:spid="_x0000_s1026" style="position:absolute;margin-left:448.5pt;margin-top:7.45pt;width:44pt;height:19.8pt;z-index:2516469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">
            <v:textbox>
              <w:txbxContent>
                <w:p w:rsidR="002429AC" w:rsidRPr="006E2393" w:rsidRDefault="002429AC" w:rsidP="00DF2760">
                  <w:pPr>
                    <w:jc w:val="center"/>
                  </w:pPr>
                  <w:r>
                    <w:rPr>
                      <w:lang w:eastAsia="ko-KR"/>
                    </w:rPr>
                    <w:t>1,647</w:t>
                  </w:r>
                  <w:r>
                    <w:t>48</w:t>
                  </w:r>
                </w:p>
              </w:txbxContent>
            </v:textbox>
          </v:rect>
        </w:pict>
      </w:r>
    </w:p>
    <w:p w:rsidR="002429AC" w:rsidRPr="006E2393" w:rsidRDefault="002429AC" w:rsidP="00DF2760">
      <w:pPr>
        <w:widowControl w:val="0"/>
        <w:numPr>
          <w:ilvl w:val="0"/>
          <w:numId w:val="2"/>
        </w:numPr>
        <w:suppressAutoHyphens/>
      </w:pPr>
      <w:r w:rsidRPr="006E2393">
        <w:t>How many buoys do you have in your current buoy fleet ? …………………………</w:t>
      </w:r>
      <w:r>
        <w:t>……..</w:t>
      </w:r>
      <w:r w:rsidRPr="006E2393">
        <w:t>…</w:t>
      </w:r>
      <w:r w:rsidRPr="006E2393">
        <w:tab/>
      </w:r>
      <w:r w:rsidRPr="006E2393">
        <w:tab/>
      </w:r>
      <w:r w:rsidRPr="006E2393">
        <w:tab/>
      </w:r>
      <w:r w:rsidRPr="006E2393">
        <w:tab/>
      </w:r>
    </w:p>
    <w:p w:rsidR="002429AC" w:rsidRPr="006E2393" w:rsidRDefault="002429AC" w:rsidP="00DF2760">
      <w:pPr>
        <w:widowControl w:val="0"/>
        <w:numPr>
          <w:ilvl w:val="0"/>
          <w:numId w:val="2"/>
        </w:numPr>
        <w:suppressAutoHyphens/>
      </w:pPr>
      <w:r>
        <w:rPr>
          <w:noProof/>
          <w:lang w:val="en-US" w:eastAsia="ko-KR"/>
        </w:rPr>
        <w:pict>
          <v:rect id="Rectangle 3" o:spid="_x0000_s1027" style="position:absolute;left:0;text-align:left;margin-left:448.5pt;margin-top:12.15pt;width:44pt;height:19.2pt;z-index:2516480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">
            <v:textbox>
              <w:txbxContent>
                <w:p w:rsidR="002429AC" w:rsidRPr="006E2393" w:rsidRDefault="002429AC" w:rsidP="00DF2760">
                  <w:pPr>
                    <w:jc w:val="center"/>
                  </w:pPr>
                  <w:r>
                    <w:rPr>
                      <w:szCs w:val="20"/>
                      <w:lang w:eastAsia="ko-KR"/>
                    </w:rPr>
                    <w:t>1,610</w:t>
                  </w:r>
                  <w:r>
                    <w:rPr>
                      <w:szCs w:val="20"/>
                    </w:rPr>
                    <w:t>0</w:t>
                  </w:r>
                  <w:r>
                    <w:t>1</w:t>
                  </w:r>
                </w:p>
              </w:txbxContent>
            </v:textbox>
          </v:rect>
        </w:pict>
      </w:r>
      <w:r>
        <w:t>Regarding the materials of construction, how many are:</w:t>
      </w:r>
    </w:p>
    <w:p w:rsidR="002429AC" w:rsidRPr="00222DAB" w:rsidRDefault="002429AC" w:rsidP="00DF2760">
      <w:pPr>
        <w:tabs>
          <w:tab w:val="left" w:pos="7812"/>
        </w:tabs>
        <w:ind w:left="360"/>
        <w:rPr>
          <w:sz w:val="16"/>
          <w:szCs w:val="16"/>
        </w:rPr>
      </w:pPr>
      <w:r>
        <w:rPr>
          <w:sz w:val="16"/>
          <w:szCs w:val="16"/>
        </w:rPr>
        <w:tab/>
      </w:r>
    </w:p>
    <w:p w:rsidR="002429AC" w:rsidRPr="006E2393" w:rsidRDefault="002429AC" w:rsidP="00DF2760">
      <w:pPr>
        <w:spacing w:line="360" w:lineRule="auto"/>
      </w:pPr>
      <w:r>
        <w:rPr>
          <w:noProof/>
          <w:lang w:val="en-US" w:eastAsia="ko-KR"/>
        </w:rPr>
        <w:pict>
          <v:rect id="Rectangle 4" o:spid="_x0000_s1028" style="position:absolute;margin-left:448.5pt;margin-top:10.05pt;width:35.5pt;height:19.2pt;z-index:2516490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">
            <v:textbox>
              <w:txbxContent>
                <w:p w:rsidR="002429AC" w:rsidRPr="00884D5E" w:rsidRDefault="002429AC" w:rsidP="00DF276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0</w:t>
                  </w:r>
                </w:p>
              </w:txbxContent>
            </v:textbox>
          </v:rect>
        </w:pict>
      </w:r>
      <w:r>
        <w:tab/>
        <w:t>Steel …………………………………………………………………………..……………….</w:t>
      </w:r>
    </w:p>
    <w:p w:rsidR="002429AC" w:rsidRPr="006E2393" w:rsidRDefault="002429AC" w:rsidP="00DF2760">
      <w:pPr>
        <w:spacing w:line="360" w:lineRule="auto"/>
      </w:pPr>
      <w:r>
        <w:rPr>
          <w:noProof/>
          <w:lang w:val="en-US" w:eastAsia="ko-KR"/>
        </w:rPr>
        <w:pict>
          <v:rect id="Rectangle 5" o:spid="_x0000_s1029" style="position:absolute;margin-left:448.5pt;margin-top:10.9pt;width:36.05pt;height:19.2pt;z-index:2516500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">
            <v:textbox>
              <w:txbxContent>
                <w:p w:rsidR="002429AC" w:rsidRPr="006E2393" w:rsidRDefault="002429AC" w:rsidP="00DF2760">
                  <w:pPr>
                    <w:jc w:val="center"/>
                    <w:rPr>
                      <w:lang w:eastAsia="ko-KR"/>
                    </w:rPr>
                  </w:pPr>
                  <w:r>
                    <w:rPr>
                      <w:lang w:eastAsia="ko-KR"/>
                    </w:rPr>
                    <w:t>37</w:t>
                  </w:r>
                </w:p>
              </w:txbxContent>
            </v:textbox>
          </v:rect>
        </w:pict>
      </w:r>
      <w:r>
        <w:tab/>
        <w:t>Composite metal &amp;plastic ………………………………………………………..…………</w:t>
      </w:r>
    </w:p>
    <w:p w:rsidR="002429AC" w:rsidRPr="006E2393" w:rsidRDefault="002429AC" w:rsidP="00DF2760">
      <w:pPr>
        <w:spacing w:line="360" w:lineRule="auto"/>
      </w:pPr>
      <w:r>
        <w:rPr>
          <w:noProof/>
          <w:lang w:val="en-US" w:eastAsia="ko-KR"/>
        </w:rPr>
        <w:pict>
          <v:rect id="Rectangle 6" o:spid="_x0000_s1030" style="position:absolute;margin-left:448.5pt;margin-top:11.7pt;width:36.1pt;height:19.2pt;z-index:2516510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">
            <v:textbox>
              <w:txbxContent>
                <w:p w:rsidR="002429AC" w:rsidRPr="00884D5E" w:rsidRDefault="002429AC" w:rsidP="00DF2760"/>
              </w:txbxContent>
            </v:textbox>
          </v:rect>
        </w:pict>
      </w:r>
      <w:r>
        <w:tab/>
        <w:t>Plastic ……………………………………………………………………………………..…..</w:t>
      </w:r>
    </w:p>
    <w:p w:rsidR="002429AC" w:rsidRPr="006E2393" w:rsidRDefault="002429AC" w:rsidP="00DF2760">
      <w:pPr>
        <w:spacing w:line="360" w:lineRule="auto"/>
      </w:pPr>
      <w:r>
        <w:tab/>
        <w:t>Other (please specify) ……………………………………………………………………….</w:t>
      </w:r>
    </w:p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Buoy fleet by buoy body diameter and material, please complete the table below:</w:t>
      </w:r>
    </w:p>
    <w:p w:rsidR="002429AC" w:rsidRDefault="002429AC" w:rsidP="00DF27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0"/>
        <w:gridCol w:w="2286"/>
        <w:gridCol w:w="2285"/>
        <w:gridCol w:w="2321"/>
      </w:tblGrid>
      <w:tr w:rsidR="002429AC" w:rsidRPr="00214E88" w:rsidTr="00DC17FB">
        <w:trPr>
          <w:trHeight w:val="297"/>
        </w:trPr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Material</w:t>
            </w:r>
          </w:p>
        </w:tc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1m dia or less</w:t>
            </w: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 to 2.2 m dia</w:t>
            </w: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Greater than 2.3m dia</w:t>
            </w:r>
          </w:p>
        </w:tc>
      </w:tr>
      <w:tr w:rsidR="002429AC" w:rsidRPr="00214E88" w:rsidTr="00DC17FB">
        <w:trPr>
          <w:trHeight w:val="454"/>
        </w:trPr>
        <w:tc>
          <w:tcPr>
            <w:tcW w:w="2463" w:type="dxa"/>
            <w:vAlign w:val="center"/>
          </w:tcPr>
          <w:p w:rsidR="002429AC" w:rsidRPr="00214E88" w:rsidRDefault="002429AC" w:rsidP="00DC17FB">
            <w:r w:rsidRPr="00214E88">
              <w:t>Steel</w:t>
            </w:r>
          </w:p>
        </w:tc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168</w:t>
            </w:r>
          </w:p>
        </w:tc>
        <w:tc>
          <w:tcPr>
            <w:tcW w:w="2464" w:type="dxa"/>
            <w:vAlign w:val="center"/>
          </w:tcPr>
          <w:p w:rsidR="002429AC" w:rsidRPr="00214E88" w:rsidRDefault="002429AC" w:rsidP="006A28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1,442</w:t>
            </w:r>
          </w:p>
        </w:tc>
      </w:tr>
      <w:tr w:rsidR="002429AC" w:rsidRPr="00214E88" w:rsidTr="00DC17FB">
        <w:trPr>
          <w:trHeight w:val="454"/>
        </w:trPr>
        <w:tc>
          <w:tcPr>
            <w:tcW w:w="2463" w:type="dxa"/>
            <w:vAlign w:val="center"/>
          </w:tcPr>
          <w:p w:rsidR="002429AC" w:rsidRPr="00214E88" w:rsidRDefault="002429AC" w:rsidP="00DC17FB">
            <w:r w:rsidRPr="00214E88">
              <w:t>Composite metal &amp; plastic</w:t>
            </w:r>
          </w:p>
        </w:tc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463" w:type="dxa"/>
            <w:vAlign w:val="center"/>
          </w:tcPr>
          <w:p w:rsidR="002429AC" w:rsidRPr="00214E88" w:rsidRDefault="002429AC" w:rsidP="00DC17FB">
            <w:r w:rsidRPr="00214E88">
              <w:t>Plastic</w:t>
            </w:r>
          </w:p>
        </w:tc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37</w:t>
            </w: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463" w:type="dxa"/>
            <w:vAlign w:val="center"/>
          </w:tcPr>
          <w:p w:rsidR="002429AC" w:rsidRPr="00214E88" w:rsidRDefault="002429AC" w:rsidP="00637682">
            <w:r w:rsidRPr="00214E88">
              <w:t>Other (please pecify)</w:t>
            </w:r>
          </w:p>
        </w:tc>
        <w:tc>
          <w:tcPr>
            <w:tcW w:w="2463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6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</w:tbl>
    <w:p w:rsidR="002429AC" w:rsidRDefault="002429AC" w:rsidP="00DF2760"/>
    <w:p w:rsidR="002429AC" w:rsidRPr="006E2393" w:rsidRDefault="002429AC" w:rsidP="00DF2760">
      <w:pPr>
        <w:widowControl w:val="0"/>
        <w:numPr>
          <w:ilvl w:val="0"/>
          <w:numId w:val="2"/>
        </w:numPr>
        <w:suppressAutoHyphens/>
      </w:pPr>
      <w:r>
        <w:t>For your plastic buoy fleet, what type of plastic material is used ?</w:t>
      </w:r>
    </w:p>
    <w:p w:rsidR="002429AC" w:rsidRDefault="002429AC" w:rsidP="00DF2760">
      <w:r>
        <w:rPr>
          <w:noProof/>
          <w:lang w:val="en-US" w:eastAsia="ko-KR"/>
        </w:rPr>
        <w:pict>
          <v:rect id="Rectangle 7" o:spid="_x0000_s1031" style="position:absolute;margin-left:-5.65pt;margin-top:4.1pt;width:492.6pt;height:31.8pt;z-index:2516520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">
            <v:textbox>
              <w:txbxContent>
                <w:p w:rsidR="002429AC" w:rsidRPr="006E2393" w:rsidRDefault="002429AC" w:rsidP="00DF2760">
                  <w:r>
                    <w:t>PE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Pr="00222DAB" w:rsidRDefault="002429AC" w:rsidP="00DF2760">
      <w:pPr>
        <w:widowControl w:val="0"/>
        <w:numPr>
          <w:ilvl w:val="0"/>
          <w:numId w:val="2"/>
        </w:numPr>
        <w:suppressAutoHyphens/>
      </w:pPr>
      <w:r>
        <w:t>Are the plastic buoy bodies filled or empty ?</w:t>
      </w:r>
    </w:p>
    <w:p w:rsidR="002429AC" w:rsidRDefault="002429AC" w:rsidP="00DF2760">
      <w:pPr>
        <w:ind w:left="360"/>
      </w:pPr>
      <w:r>
        <w:rPr>
          <w:noProof/>
          <w:lang w:val="en-US" w:eastAsia="ko-KR"/>
        </w:rPr>
        <w:pict>
          <v:rect id="Rectangle 14" o:spid="_x0000_s1032" style="position:absolute;left:0;text-align:left;margin-left:98.1pt;margin-top:6.9pt;width:37.2pt;height:19.8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">
            <v:textbox>
              <w:txbxContent>
                <w:p w:rsidR="002429AC" w:rsidRPr="006E2393" w:rsidRDefault="002429AC" w:rsidP="00637682">
                  <w:pPr>
                    <w:jc w:val="center"/>
                  </w:pPr>
                  <w:r>
                    <w:t>x</w:t>
                  </w:r>
                </w:p>
                <w:p w:rsidR="002429AC" w:rsidRPr="006E2393" w:rsidRDefault="002429AC" w:rsidP="00DF2760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val="en-US" w:eastAsia="ko-KR"/>
        </w:rPr>
        <w:pict>
          <v:rect id="Rectangle 15" o:spid="_x0000_s1033" style="position:absolute;left:0;text-align:left;margin-left:212.1pt;margin-top:6.3pt;width:37.2pt;height:19.8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">
            <v:textbox>
              <w:txbxContent>
                <w:p w:rsidR="002429AC" w:rsidRPr="00637682" w:rsidRDefault="002429AC" w:rsidP="00637682"/>
              </w:txbxContent>
            </v:textbox>
          </v:rect>
        </w:pict>
      </w:r>
    </w:p>
    <w:p w:rsidR="002429AC" w:rsidRDefault="002429AC" w:rsidP="00DF2760">
      <w:pPr>
        <w:ind w:firstLine="706"/>
      </w:pPr>
      <w:r>
        <w:t xml:space="preserve">   Filled</w:t>
      </w:r>
      <w:r>
        <w:tab/>
      </w:r>
      <w:r>
        <w:tab/>
      </w:r>
      <w:r>
        <w:tab/>
        <w:t>Empty</w:t>
      </w:r>
    </w:p>
    <w:p w:rsidR="002429AC" w:rsidRDefault="002429AC" w:rsidP="00DF2760"/>
    <w:p w:rsidR="002429AC" w:rsidRDefault="002429AC" w:rsidP="00DF2760">
      <w:r>
        <w:t xml:space="preserve">Please specify filler type </w:t>
      </w:r>
      <w:r>
        <w:rPr>
          <w:lang w:eastAsia="ko-KR"/>
        </w:rPr>
        <w:t xml:space="preserve">: Expanded urethane foam </w:t>
      </w:r>
      <w:r>
        <w:t xml:space="preserve">  …………………………………………………………………………………...</w:t>
      </w:r>
    </w:p>
    <w:p w:rsidR="002429AC" w:rsidRDefault="002429AC" w:rsidP="00DF2760">
      <w:r>
        <w:rPr>
          <w:noProof/>
          <w:lang w:val="en-US" w:eastAsia="ko-KR"/>
        </w:rPr>
        <w:pict>
          <v:rect id="Rectangle 8" o:spid="_x0000_s1034" style="position:absolute;margin-left:448.5pt;margin-top:5pt;width:37.2pt;height:19.8pt;z-index:2516531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">
            <v:textbox>
              <w:txbxContent>
                <w:p w:rsidR="002429AC" w:rsidRPr="006E2393" w:rsidRDefault="002429AC" w:rsidP="00DF2760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How many years have you been using plastic buoys ? …………………………………...….</w:t>
      </w:r>
    </w:p>
    <w:p w:rsidR="002429AC" w:rsidRPr="00222DAB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  <w:jc w:val="both"/>
      </w:pPr>
      <w:r>
        <w:t>Regarding the location / conditions of service for your plastic buoys, check the boxes that apply:</w:t>
      </w:r>
    </w:p>
    <w:p w:rsidR="002429AC" w:rsidRDefault="002429AC" w:rsidP="00DF276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6"/>
        <w:gridCol w:w="6843"/>
      </w:tblGrid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637682">
            <w:pPr>
              <w:rPr>
                <w:lang w:eastAsia="ko-KR"/>
              </w:rPr>
            </w:pPr>
            <w:r w:rsidRPr="00214E88">
              <w:t>Inshore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>
            <w:pPr>
              <w:rPr>
                <w:lang w:eastAsia="ko-KR"/>
              </w:rPr>
            </w:pPr>
            <w:r>
              <w:t>X</w:t>
            </w:r>
            <w:r>
              <w:rPr>
                <w:lang w:eastAsia="ko-KR"/>
              </w:rPr>
              <w:t xml:space="preserve"> (inland) </w:t>
            </w:r>
          </w:p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Offshore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Exposed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Sheltered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Breaking waves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Dries at low tide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Severe UV exposure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  <w:tr w:rsidR="002429AC" w:rsidRPr="00214E88" w:rsidTr="00DC17FB">
        <w:trPr>
          <w:trHeight w:val="454"/>
        </w:trPr>
        <w:tc>
          <w:tcPr>
            <w:tcW w:w="3046" w:type="dxa"/>
            <w:vAlign w:val="center"/>
          </w:tcPr>
          <w:p w:rsidR="002429AC" w:rsidRPr="00214E88" w:rsidRDefault="002429AC" w:rsidP="00DC17FB">
            <w:r w:rsidRPr="00214E88">
              <w:t>Severe sub zero temperature</w:t>
            </w:r>
          </w:p>
        </w:tc>
        <w:tc>
          <w:tcPr>
            <w:tcW w:w="6843" w:type="dxa"/>
            <w:vAlign w:val="center"/>
          </w:tcPr>
          <w:p w:rsidR="002429AC" w:rsidRPr="00214E88" w:rsidRDefault="002429AC" w:rsidP="00DC17FB"/>
        </w:tc>
      </w:tr>
    </w:tbl>
    <w:p w:rsidR="002429AC" w:rsidRDefault="002429AC" w:rsidP="00DF2760">
      <w:r>
        <w:tab/>
      </w:r>
    </w:p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Are your plastic buoys a commercial design or your own authority’s design ?</w:t>
      </w:r>
    </w:p>
    <w:p w:rsidR="002429AC" w:rsidRDefault="002429AC" w:rsidP="00DF2760">
      <w:r>
        <w:rPr>
          <w:noProof/>
          <w:lang w:val="en-US" w:eastAsia="ko-KR"/>
        </w:rPr>
        <w:pict>
          <v:rect id="Rectangle 11" o:spid="_x0000_s1035" style="position:absolute;margin-left:306.85pt;margin-top:7.2pt;width:37.2pt;height:19.8pt;z-index:2516561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">
            <v:textbox>
              <w:txbxContent>
                <w:p w:rsidR="002429AC" w:rsidRPr="006E2393" w:rsidRDefault="002429AC" w:rsidP="00311B87">
                  <w:pPr>
                    <w:jc w:val="center"/>
                  </w:pPr>
                  <w:r>
                    <w:t>x</w:t>
                  </w:r>
                </w:p>
                <w:p w:rsidR="002429AC" w:rsidRPr="006E2393" w:rsidRDefault="002429AC" w:rsidP="00DF2760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val="en-US" w:eastAsia="ko-KR"/>
        </w:rPr>
        <w:pict>
          <v:rect id="Rectangle 10" o:spid="_x0000_s1036" style="position:absolute;margin-left:135.9pt;margin-top:7.8pt;width:37.2pt;height:19.8pt;z-index:2516551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">
            <v:textbox>
              <w:txbxContent>
                <w:p w:rsidR="002429AC" w:rsidRPr="006E2393" w:rsidRDefault="002429AC" w:rsidP="00DF2760">
                  <w:pPr>
                    <w:jc w:val="center"/>
                    <w:rPr>
                      <w:lang w:eastAsia="ko-KR"/>
                    </w:rPr>
                  </w:pPr>
                </w:p>
              </w:txbxContent>
            </v:textbox>
          </v:rect>
        </w:pict>
      </w:r>
    </w:p>
    <w:p w:rsidR="002429AC" w:rsidRPr="006D3C4C" w:rsidRDefault="002429AC" w:rsidP="00DF2760">
      <w:pPr>
        <w:ind w:left="360" w:firstLine="346"/>
      </w:pPr>
      <w:r>
        <w:t>Commercial Design</w:t>
      </w:r>
      <w:r>
        <w:tab/>
      </w:r>
      <w:r>
        <w:tab/>
      </w:r>
      <w:r>
        <w:tab/>
        <w:t>Own Design</w:t>
      </w:r>
      <w:r>
        <w:tab/>
      </w:r>
    </w:p>
    <w:p w:rsidR="002429AC" w:rsidRDefault="002429AC" w:rsidP="00DF2760"/>
    <w:p w:rsidR="002429AC" w:rsidRPr="006D3C4C" w:rsidRDefault="002429AC" w:rsidP="00DF2760">
      <w:pPr>
        <w:widowControl w:val="0"/>
        <w:numPr>
          <w:ilvl w:val="0"/>
          <w:numId w:val="2"/>
        </w:numPr>
        <w:suppressAutoHyphens/>
      </w:pPr>
      <w:r>
        <w:t>How often do you visit your buoys at sea ?</w:t>
      </w:r>
    </w:p>
    <w:p w:rsidR="002429AC" w:rsidRDefault="002429AC" w:rsidP="00DF2760">
      <w:pPr>
        <w:ind w:left="360"/>
      </w:pPr>
    </w:p>
    <w:tbl>
      <w:tblPr>
        <w:tblW w:w="9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410"/>
        <w:gridCol w:w="2409"/>
        <w:gridCol w:w="2414"/>
      </w:tblGrid>
      <w:tr w:rsidR="002429AC" w:rsidRPr="00214E88" w:rsidTr="00DC17FB">
        <w:trPr>
          <w:trHeight w:val="325"/>
        </w:trPr>
        <w:tc>
          <w:tcPr>
            <w:tcW w:w="2552" w:type="dxa"/>
            <w:vAlign w:val="center"/>
          </w:tcPr>
          <w:p w:rsidR="002429AC" w:rsidRPr="00214E88" w:rsidRDefault="002429AC" w:rsidP="00DC17FB">
            <w:r w:rsidRPr="00214E88">
              <w:t>Material</w:t>
            </w:r>
          </w:p>
        </w:tc>
        <w:tc>
          <w:tcPr>
            <w:tcW w:w="2410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1m dia or less</w:t>
            </w:r>
          </w:p>
        </w:tc>
        <w:tc>
          <w:tcPr>
            <w:tcW w:w="2409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 to 2.2 m dia</w:t>
            </w:r>
          </w:p>
        </w:tc>
        <w:tc>
          <w:tcPr>
            <w:tcW w:w="2414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Greater than 2.3m dia</w:t>
            </w:r>
          </w:p>
        </w:tc>
      </w:tr>
      <w:tr w:rsidR="002429AC" w:rsidRPr="00214E88" w:rsidTr="00DC17FB">
        <w:trPr>
          <w:trHeight w:val="454"/>
        </w:trPr>
        <w:tc>
          <w:tcPr>
            <w:tcW w:w="2552" w:type="dxa"/>
            <w:vAlign w:val="center"/>
          </w:tcPr>
          <w:p w:rsidR="002429AC" w:rsidRPr="00214E88" w:rsidRDefault="002429AC" w:rsidP="00DC17FB">
            <w:r w:rsidRPr="00214E88">
              <w:t>Steel</w:t>
            </w:r>
          </w:p>
        </w:tc>
        <w:tc>
          <w:tcPr>
            <w:tcW w:w="2410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9" w:type="dxa"/>
            <w:vAlign w:val="center"/>
          </w:tcPr>
          <w:p w:rsidR="002429AC" w:rsidRPr="00214E88" w:rsidRDefault="002429AC" w:rsidP="00A66E46">
            <w:pPr>
              <w:jc w:val="center"/>
            </w:pPr>
            <w:r>
              <w:rPr>
                <w:lang w:eastAsia="ko-KR"/>
              </w:rPr>
              <w:t>12 times and more/</w:t>
            </w:r>
            <w:r>
              <w:t xml:space="preserve"> </w:t>
            </w:r>
            <w:r>
              <w:rPr>
                <w:lang w:eastAsia="ko-KR"/>
              </w:rPr>
              <w:t>Y</w:t>
            </w:r>
            <w:r>
              <w:t>ear</w:t>
            </w:r>
          </w:p>
        </w:tc>
        <w:tc>
          <w:tcPr>
            <w:tcW w:w="2414" w:type="dxa"/>
            <w:vAlign w:val="center"/>
          </w:tcPr>
          <w:p w:rsidR="002429AC" w:rsidRPr="00214E88" w:rsidRDefault="002429AC" w:rsidP="00DC17FB">
            <w:pPr>
              <w:jc w:val="center"/>
            </w:pPr>
            <w:r>
              <w:rPr>
                <w:lang w:eastAsia="ko-KR"/>
              </w:rPr>
              <w:t>12 times and more /</w:t>
            </w:r>
            <w:r>
              <w:t xml:space="preserve"> </w:t>
            </w:r>
            <w:r>
              <w:rPr>
                <w:lang w:eastAsia="ko-KR"/>
              </w:rPr>
              <w:t>Y</w:t>
            </w:r>
            <w:r>
              <w:t>ear</w:t>
            </w:r>
          </w:p>
        </w:tc>
      </w:tr>
      <w:tr w:rsidR="002429AC" w:rsidRPr="00214E88" w:rsidTr="00DC17FB">
        <w:trPr>
          <w:trHeight w:val="454"/>
        </w:trPr>
        <w:tc>
          <w:tcPr>
            <w:tcW w:w="2552" w:type="dxa"/>
            <w:vAlign w:val="center"/>
          </w:tcPr>
          <w:p w:rsidR="002429AC" w:rsidRPr="00214E88" w:rsidRDefault="002429AC" w:rsidP="00DC17FB">
            <w:r w:rsidRPr="00214E88">
              <w:t>Composite metal &amp; plastic</w:t>
            </w:r>
          </w:p>
        </w:tc>
        <w:tc>
          <w:tcPr>
            <w:tcW w:w="2410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9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1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552" w:type="dxa"/>
            <w:vAlign w:val="center"/>
          </w:tcPr>
          <w:p w:rsidR="002429AC" w:rsidRPr="00214E88" w:rsidRDefault="002429AC" w:rsidP="00DC17FB">
            <w:r w:rsidRPr="00214E88">
              <w:t>Plastic</w:t>
            </w:r>
          </w:p>
        </w:tc>
        <w:tc>
          <w:tcPr>
            <w:tcW w:w="2410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9" w:type="dxa"/>
            <w:vAlign w:val="center"/>
          </w:tcPr>
          <w:p w:rsidR="002429AC" w:rsidRPr="00214E88" w:rsidRDefault="002429AC" w:rsidP="00DC17FB">
            <w:pPr>
              <w:jc w:val="center"/>
            </w:pPr>
            <w:r>
              <w:rPr>
                <w:lang w:eastAsia="ko-KR"/>
              </w:rPr>
              <w:t>12 times and more /</w:t>
            </w:r>
            <w:r>
              <w:t xml:space="preserve"> </w:t>
            </w:r>
            <w:r>
              <w:rPr>
                <w:lang w:eastAsia="ko-KR"/>
              </w:rPr>
              <w:t>Y</w:t>
            </w:r>
            <w:r>
              <w:t>ear</w:t>
            </w:r>
          </w:p>
        </w:tc>
        <w:tc>
          <w:tcPr>
            <w:tcW w:w="241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552" w:type="dxa"/>
            <w:vAlign w:val="center"/>
          </w:tcPr>
          <w:p w:rsidR="002429AC" w:rsidRPr="00214E88" w:rsidRDefault="002429AC" w:rsidP="00DC17FB">
            <w:r w:rsidRPr="00214E88">
              <w:t>Other (please specify)</w:t>
            </w:r>
          </w:p>
        </w:tc>
        <w:tc>
          <w:tcPr>
            <w:tcW w:w="2410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9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14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</w:tbl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For your plastic buoys, what is the main reason for inspection / maintenance at sea ?</w:t>
      </w:r>
    </w:p>
    <w:p w:rsidR="002429AC" w:rsidRDefault="002429AC" w:rsidP="00DF2760">
      <w:r>
        <w:rPr>
          <w:noProof/>
          <w:lang w:val="en-US" w:eastAsia="ko-KR"/>
        </w:rPr>
        <w:pict>
          <v:rect id="Rectangle 9" o:spid="_x0000_s1037" style="position:absolute;margin-left:-.85pt;margin-top:7pt;width:489.6pt;height:58.75pt;z-index:2516541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">
            <v:textbox>
              <w:txbxContent>
                <w:p w:rsidR="002429AC" w:rsidRDefault="002429AC" w:rsidP="00DF2760">
                  <w:pPr>
                    <w:rPr>
                      <w:lang w:eastAsia="ko-KR"/>
                    </w:rPr>
                  </w:pPr>
                  <w:r>
                    <w:rPr>
                      <w:lang w:eastAsia="ko-KR"/>
                    </w:rPr>
                    <w:t xml:space="preserve">1. </w:t>
                  </w:r>
                  <w:r>
                    <w:t xml:space="preserve">Check </w:t>
                  </w:r>
                  <w:r>
                    <w:rPr>
                      <w:lang w:eastAsia="ko-KR"/>
                    </w:rPr>
                    <w:t>the lantern, batteries, solar panel and position every a month</w:t>
                  </w:r>
                </w:p>
                <w:p w:rsidR="002429AC" w:rsidRPr="006E2393" w:rsidRDefault="002429AC" w:rsidP="00DF2760">
                  <w:r>
                    <w:rPr>
                      <w:lang w:eastAsia="ko-KR"/>
                    </w:rPr>
                    <w:t xml:space="preserve">2. Check the </w:t>
                  </w:r>
                  <w:r>
                    <w:t>mooring</w:t>
                  </w:r>
                  <w:r>
                    <w:rPr>
                      <w:lang w:eastAsia="ko-KR"/>
                    </w:rPr>
                    <w:t xml:space="preserve"> chain</w:t>
                  </w:r>
                  <w:r>
                    <w:t xml:space="preserve"> and </w:t>
                  </w:r>
                  <w:r>
                    <w:rPr>
                      <w:lang w:eastAsia="ko-KR"/>
                    </w:rPr>
                    <w:t>cleaning marine fouling to prevent the buoy every 2 years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Pr="006D3C4C" w:rsidRDefault="002429AC" w:rsidP="00DF2760"/>
    <w:p w:rsidR="002429AC" w:rsidRDefault="002429AC" w:rsidP="00DF2760"/>
    <w:p w:rsidR="002429AC" w:rsidRPr="006D3C4C" w:rsidRDefault="002429AC" w:rsidP="00DF2760">
      <w:pPr>
        <w:widowControl w:val="0"/>
        <w:numPr>
          <w:ilvl w:val="0"/>
          <w:numId w:val="2"/>
        </w:numPr>
        <w:suppressAutoHyphens/>
      </w:pPr>
      <w:r>
        <w:t>How often do you return your buoys to shore for maintenance ?</w:t>
      </w:r>
    </w:p>
    <w:p w:rsidR="002429AC" w:rsidRDefault="002429AC" w:rsidP="00DF2760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3"/>
        <w:gridCol w:w="2229"/>
        <w:gridCol w:w="2243"/>
        <w:gridCol w:w="2229"/>
      </w:tblGrid>
      <w:tr w:rsidR="002429AC" w:rsidRPr="00214E88" w:rsidTr="00DC17FB">
        <w:trPr>
          <w:trHeight w:val="325"/>
        </w:trPr>
        <w:tc>
          <w:tcPr>
            <w:tcW w:w="2562" w:type="dxa"/>
            <w:vAlign w:val="center"/>
          </w:tcPr>
          <w:p w:rsidR="002429AC" w:rsidRPr="00214E88" w:rsidRDefault="002429AC" w:rsidP="00DC17FB">
            <w:r w:rsidRPr="00214E88">
              <w:t>Material</w:t>
            </w:r>
          </w:p>
        </w:tc>
        <w:tc>
          <w:tcPr>
            <w:tcW w:w="2408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1m dia or less</w:t>
            </w:r>
          </w:p>
        </w:tc>
        <w:tc>
          <w:tcPr>
            <w:tcW w:w="2407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1 to 2.2 m dia</w:t>
            </w:r>
          </w:p>
        </w:tc>
        <w:tc>
          <w:tcPr>
            <w:tcW w:w="2369" w:type="dxa"/>
            <w:vAlign w:val="center"/>
          </w:tcPr>
          <w:p w:rsidR="002429AC" w:rsidRPr="00214E88" w:rsidRDefault="002429AC" w:rsidP="00DC17FB">
            <w:pPr>
              <w:jc w:val="center"/>
            </w:pPr>
            <w:r w:rsidRPr="00214E88">
              <w:t>Greater than 2.3m dia</w:t>
            </w:r>
          </w:p>
        </w:tc>
      </w:tr>
      <w:tr w:rsidR="002429AC" w:rsidRPr="00214E88" w:rsidTr="00DC17FB">
        <w:trPr>
          <w:trHeight w:val="454"/>
        </w:trPr>
        <w:tc>
          <w:tcPr>
            <w:tcW w:w="2562" w:type="dxa"/>
            <w:vAlign w:val="center"/>
          </w:tcPr>
          <w:p w:rsidR="002429AC" w:rsidRPr="00214E88" w:rsidRDefault="002429AC" w:rsidP="00DC17FB">
            <w:r w:rsidRPr="00214E88">
              <w:t>Steel</w:t>
            </w:r>
          </w:p>
        </w:tc>
        <w:tc>
          <w:tcPr>
            <w:tcW w:w="2408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7" w:type="dxa"/>
            <w:vAlign w:val="center"/>
          </w:tcPr>
          <w:p w:rsidR="002429AC" w:rsidRPr="00214E88" w:rsidRDefault="002429AC" w:rsidP="001A5629">
            <w:pPr>
              <w:jc w:val="center"/>
            </w:pPr>
            <w:r>
              <w:t>2 years</w:t>
            </w:r>
          </w:p>
        </w:tc>
        <w:tc>
          <w:tcPr>
            <w:tcW w:w="2369" w:type="dxa"/>
            <w:vAlign w:val="center"/>
          </w:tcPr>
          <w:p w:rsidR="002429AC" w:rsidRPr="00214E88" w:rsidRDefault="002429AC" w:rsidP="00DC17FB">
            <w:pPr>
              <w:jc w:val="center"/>
            </w:pPr>
            <w:r>
              <w:t>2 years</w:t>
            </w:r>
          </w:p>
        </w:tc>
      </w:tr>
      <w:tr w:rsidR="002429AC" w:rsidRPr="00214E88" w:rsidTr="00DC17FB">
        <w:trPr>
          <w:trHeight w:val="454"/>
        </w:trPr>
        <w:tc>
          <w:tcPr>
            <w:tcW w:w="2562" w:type="dxa"/>
            <w:vAlign w:val="center"/>
          </w:tcPr>
          <w:p w:rsidR="002429AC" w:rsidRPr="00214E88" w:rsidRDefault="002429AC" w:rsidP="00DC17FB">
            <w:r w:rsidRPr="00214E88">
              <w:t>Composite metal &amp; plastic</w:t>
            </w:r>
          </w:p>
        </w:tc>
        <w:tc>
          <w:tcPr>
            <w:tcW w:w="2408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7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369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562" w:type="dxa"/>
            <w:vAlign w:val="center"/>
          </w:tcPr>
          <w:p w:rsidR="002429AC" w:rsidRPr="00214E88" w:rsidRDefault="002429AC" w:rsidP="00DC17FB">
            <w:r w:rsidRPr="00214E88">
              <w:t>Plastic</w:t>
            </w:r>
          </w:p>
        </w:tc>
        <w:tc>
          <w:tcPr>
            <w:tcW w:w="2408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7" w:type="dxa"/>
            <w:vAlign w:val="center"/>
          </w:tcPr>
          <w:p w:rsidR="002429AC" w:rsidRPr="00214E88" w:rsidRDefault="002429AC" w:rsidP="00311B87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Not yet</w:t>
            </w:r>
          </w:p>
        </w:tc>
        <w:tc>
          <w:tcPr>
            <w:tcW w:w="2369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  <w:tr w:rsidR="002429AC" w:rsidRPr="00214E88" w:rsidTr="00DC17FB">
        <w:trPr>
          <w:trHeight w:val="454"/>
        </w:trPr>
        <w:tc>
          <w:tcPr>
            <w:tcW w:w="2562" w:type="dxa"/>
            <w:vAlign w:val="center"/>
          </w:tcPr>
          <w:p w:rsidR="002429AC" w:rsidRPr="00214E88" w:rsidRDefault="002429AC" w:rsidP="00DC17FB">
            <w:r w:rsidRPr="00214E88">
              <w:t>Other (please specify)</w:t>
            </w:r>
          </w:p>
        </w:tc>
        <w:tc>
          <w:tcPr>
            <w:tcW w:w="2408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407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  <w:tc>
          <w:tcPr>
            <w:tcW w:w="2369" w:type="dxa"/>
            <w:vAlign w:val="center"/>
          </w:tcPr>
          <w:p w:rsidR="002429AC" w:rsidRPr="00214E88" w:rsidRDefault="002429AC" w:rsidP="00DC17FB">
            <w:pPr>
              <w:jc w:val="center"/>
            </w:pPr>
          </w:p>
        </w:tc>
      </w:tr>
    </w:tbl>
    <w:p w:rsidR="002429AC" w:rsidRDefault="002429AC" w:rsidP="00DF2760">
      <w:pPr>
        <w:rPr>
          <w:lang w:eastAsia="ko-KR"/>
        </w:rPr>
      </w:pPr>
    </w:p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For your plastic buoys, what is the main reason for inspection / maintenance ashore ?</w:t>
      </w:r>
    </w:p>
    <w:p w:rsidR="002429AC" w:rsidRDefault="002429AC" w:rsidP="00DF2760">
      <w:r>
        <w:rPr>
          <w:noProof/>
          <w:lang w:val="en-US" w:eastAsia="ko-KR"/>
        </w:rPr>
        <w:pict>
          <v:rect id="Rectangle 12" o:spid="_x0000_s1038" style="position:absolute;margin-left:-.85pt;margin-top:7.35pt;width:489.6pt;height:65.05pt;z-index:2516572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">
            <v:textbox>
              <w:txbxContent>
                <w:p w:rsidR="002429AC" w:rsidRPr="00906DC6" w:rsidRDefault="002429AC" w:rsidP="00906DC6">
                  <w:pPr>
                    <w:rPr>
                      <w:lang w:eastAsia="ko-KR"/>
                    </w:rPr>
                  </w:pPr>
                  <w:r>
                    <w:rPr>
                      <w:lang w:eastAsia="ko-KR"/>
                    </w:rPr>
                    <w:t xml:space="preserve">The plastic buoys are installed on 2011. 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What experience do you have in modifying plastic buoys to take new navigation aids, such as AIS ?</w:t>
      </w:r>
    </w:p>
    <w:p w:rsidR="002429AC" w:rsidRDefault="002429AC" w:rsidP="00DF2760">
      <w:r>
        <w:rPr>
          <w:noProof/>
          <w:lang w:val="en-US" w:eastAsia="ko-KR"/>
        </w:rPr>
        <w:pict>
          <v:rect id="Rectangle 13" o:spid="_x0000_s1039" style="position:absolute;margin-left:-.85pt;margin-top:6.15pt;width:489.6pt;height:28.0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">
            <v:textbox>
              <w:txbxContent>
                <w:p w:rsidR="002429AC" w:rsidRPr="006E2393" w:rsidRDefault="002429AC" w:rsidP="00DF2760">
                  <w:r>
                    <w:t>No experience yet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>
      <w:pPr>
        <w:rPr>
          <w:lang w:eastAsia="ko-KR"/>
        </w:rPr>
      </w:pPr>
    </w:p>
    <w:p w:rsidR="002429AC" w:rsidRPr="001D0D25" w:rsidRDefault="002429AC" w:rsidP="00DF2760">
      <w:r>
        <w:t xml:space="preserve">14. </w:t>
      </w:r>
      <w:r w:rsidRPr="006D3C4C">
        <w:t>Have you experienced any in service defects with plastic buoys (such as colour retention, m</w:t>
      </w:r>
      <w:r>
        <w:t>e</w:t>
      </w:r>
      <w:r w:rsidRPr="006D3C4C">
        <w:t>chanical failure, mechanical damage, mooring lug wear)</w:t>
      </w:r>
      <w:r>
        <w:t xml:space="preserve"> ?</w:t>
      </w:r>
    </w:p>
    <w:p w:rsidR="002429AC" w:rsidRDefault="002429AC" w:rsidP="00DF2760"/>
    <w:p w:rsidR="002429AC" w:rsidRDefault="002429AC" w:rsidP="00DF2760">
      <w:r>
        <w:rPr>
          <w:noProof/>
          <w:lang w:val="en-US" w:eastAsia="ko-KR"/>
        </w:rPr>
        <w:pict>
          <v:rect id="Rectangle 16" o:spid="_x0000_s1040" style="position:absolute;margin-left:.9pt;margin-top:1.2pt;width:489.6pt;height:30.1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">
            <v:textbox>
              <w:txbxContent>
                <w:p w:rsidR="002429AC" w:rsidRPr="00906DC6" w:rsidRDefault="002429AC" w:rsidP="00906DC6">
                  <w:r>
                    <w:t>No experience yet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Pr="00B56F60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Please detail any experience you have of repairing or re-painting plastic buoys ?</w:t>
      </w:r>
    </w:p>
    <w:p w:rsidR="002429AC" w:rsidRDefault="002429AC" w:rsidP="00DF2760">
      <w:r>
        <w:rPr>
          <w:noProof/>
          <w:lang w:val="en-US" w:eastAsia="ko-KR"/>
        </w:rPr>
        <w:pict>
          <v:rect id="Rectangle 17" o:spid="_x0000_s1041" style="position:absolute;margin-left:.9pt;margin-top:10.3pt;width:489.6pt;height:25.0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">
            <v:textbox>
              <w:txbxContent>
                <w:p w:rsidR="002429AC" w:rsidRPr="006E2393" w:rsidRDefault="002429AC" w:rsidP="00906DC6">
                  <w:r>
                    <w:t>No experience yet</w:t>
                  </w:r>
                </w:p>
                <w:p w:rsidR="002429AC" w:rsidRPr="00906DC6" w:rsidRDefault="002429AC" w:rsidP="00906DC6"/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Pr="001D0D25" w:rsidRDefault="002429AC" w:rsidP="00DF2760">
      <w:pPr>
        <w:widowControl w:val="0"/>
        <w:numPr>
          <w:ilvl w:val="0"/>
          <w:numId w:val="2"/>
        </w:numPr>
        <w:suppressAutoHyphens/>
        <w:jc w:val="both"/>
      </w:pPr>
      <w:r w:rsidRPr="001D0D25">
        <w:t xml:space="preserve">Can you provide any cost comparisons between plastic buoys and traditional steel buoys(this may include initial cost, use of a smaller ship to support the buoy fleet, reduction in buoy </w:t>
      </w:r>
      <w:r>
        <w:t>m</w:t>
      </w:r>
      <w:r w:rsidRPr="001D0D25">
        <w:t>aintenance facilities, reduction in overall maintenance costs)</w:t>
      </w:r>
    </w:p>
    <w:p w:rsidR="002429AC" w:rsidRDefault="002429AC" w:rsidP="00DF2760">
      <w:r>
        <w:rPr>
          <w:noProof/>
          <w:lang w:val="en-US" w:eastAsia="ko-KR"/>
        </w:rPr>
        <w:pict>
          <v:rect id="Rectangle 18" o:spid="_x0000_s1042" style="position:absolute;margin-left:.9pt;margin-top:10.4pt;width:489.6pt;height:27.4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">
            <v:textbox>
              <w:txbxContent>
                <w:p w:rsidR="002429AC" w:rsidRPr="006E2393" w:rsidRDefault="002429AC" w:rsidP="00DF2760">
                  <w:r>
                    <w:rPr>
                      <w:lang w:eastAsia="ko-KR"/>
                    </w:rPr>
                    <w:t>We don't yet repair or re-painting plastic buoys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Pr="001D0D25" w:rsidRDefault="002429AC" w:rsidP="00DF2760">
      <w:pPr>
        <w:widowControl w:val="0"/>
        <w:numPr>
          <w:ilvl w:val="0"/>
          <w:numId w:val="2"/>
        </w:numPr>
        <w:suppressAutoHyphens/>
      </w:pPr>
      <w:r>
        <w:t>Are you planning to purchase more plastic buoys in the near future ?</w:t>
      </w:r>
    </w:p>
    <w:p w:rsidR="002429AC" w:rsidRDefault="002429AC" w:rsidP="00DF2760">
      <w:pPr>
        <w:ind w:left="360"/>
      </w:pPr>
      <w:r>
        <w:rPr>
          <w:noProof/>
          <w:lang w:val="en-US" w:eastAsia="ko-KR"/>
        </w:rPr>
        <w:pict>
          <v:rect id="Rectangle 20" o:spid="_x0000_s1043" style="position:absolute;left:0;text-align:left;margin-left:181.55pt;margin-top:7.45pt;width:37.2pt;height:19.8pt;z-index:25166540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">
            <v:textbox>
              <w:txbxContent>
                <w:p w:rsidR="002429AC" w:rsidRPr="006E2393" w:rsidRDefault="002429AC" w:rsidP="00DF2760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val="en-US" w:eastAsia="ko-KR"/>
        </w:rPr>
        <w:pict>
          <v:rect id="Rectangle 19" o:spid="_x0000_s1044" style="position:absolute;left:0;text-align:left;margin-left:59.1pt;margin-top:8.05pt;width:37.2pt;height:19.8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">
            <v:textbox>
              <w:txbxContent>
                <w:p w:rsidR="002429AC" w:rsidRPr="006E2393" w:rsidRDefault="002429AC" w:rsidP="00DF2760">
                  <w:pPr>
                    <w:jc w:val="center"/>
                  </w:pPr>
                  <w:r>
                    <w:t>x</w:t>
                  </w:r>
                </w:p>
              </w:txbxContent>
            </v:textbox>
          </v:rect>
        </w:pict>
      </w:r>
    </w:p>
    <w:p w:rsidR="002429AC" w:rsidRDefault="002429AC" w:rsidP="00DF2760">
      <w:pPr>
        <w:ind w:left="706"/>
      </w:pPr>
      <w:r>
        <w:t>Yes</w:t>
      </w:r>
      <w:r>
        <w:tab/>
      </w:r>
      <w:r>
        <w:tab/>
      </w:r>
      <w:r>
        <w:tab/>
        <w:t>No</w:t>
      </w:r>
    </w:p>
    <w:p w:rsidR="002429AC" w:rsidRDefault="002429AC" w:rsidP="00DF2760">
      <w:pPr>
        <w:ind w:left="360"/>
      </w:pPr>
    </w:p>
    <w:p w:rsidR="002429AC" w:rsidRDefault="002429AC" w:rsidP="00DF2760">
      <w:pPr>
        <w:ind w:left="360"/>
      </w:pPr>
    </w:p>
    <w:p w:rsidR="002429AC" w:rsidRDefault="002429AC" w:rsidP="00DF2760">
      <w:r>
        <w:rPr>
          <w:noProof/>
          <w:lang w:val="en-US" w:eastAsia="ko-KR"/>
        </w:rPr>
        <w:pict>
          <v:rect id="Rectangle 21" o:spid="_x0000_s1045" style="position:absolute;margin-left:288.35pt;margin-top:6.75pt;width:202.15pt;height:19.8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">
            <v:textbox>
              <w:txbxContent>
                <w:p w:rsidR="002429AC" w:rsidRPr="00623E6C" w:rsidRDefault="002429AC" w:rsidP="00DF2760">
                  <w:r>
                    <w:t>Not sure, still under consideration</w:t>
                  </w:r>
                </w:p>
              </w:txbxContent>
            </v:textbox>
          </v:rect>
        </w:pict>
      </w:r>
    </w:p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What is the anticipated life of your plastic buoys ? ………………………………………</w:t>
      </w:r>
    </w:p>
    <w:p w:rsidR="002429AC" w:rsidRDefault="002429AC" w:rsidP="00DF2760"/>
    <w:p w:rsidR="002429AC" w:rsidRPr="00582AF8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What is your disposal policy for plastic buoys at the end of their life ?</w:t>
      </w:r>
    </w:p>
    <w:p w:rsidR="002429AC" w:rsidRDefault="002429AC" w:rsidP="00DF2760">
      <w:r>
        <w:rPr>
          <w:noProof/>
          <w:lang w:val="en-US" w:eastAsia="ko-KR"/>
        </w:rPr>
        <w:pict>
          <v:rect id="Rectangle 22" o:spid="_x0000_s1046" style="position:absolute;margin-left:.9pt;margin-top:7.15pt;width:489.6pt;height:25.4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">
            <v:textbox>
              <w:txbxContent>
                <w:p w:rsidR="002429AC" w:rsidRPr="006E2393" w:rsidRDefault="002429AC" w:rsidP="00DF2760">
                  <w:r>
                    <w:t>Recycling</w:t>
                  </w:r>
                </w:p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With your experience, what is your general opinion of the use of plastic buoys ?</w:t>
      </w:r>
    </w:p>
    <w:p w:rsidR="002429AC" w:rsidRDefault="002429AC" w:rsidP="00DF2760">
      <w:r>
        <w:rPr>
          <w:noProof/>
          <w:lang w:val="en-US" w:eastAsia="ko-KR"/>
        </w:rPr>
        <w:pict>
          <v:rect id="Rectangle 23" o:spid="_x0000_s1047" style="position:absolute;margin-left:-2.35pt;margin-top:5.8pt;width:489.6pt;height:29.8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">
            <v:textbox>
              <w:txbxContent>
                <w:p w:rsidR="002429AC" w:rsidRPr="00137F9F" w:rsidRDefault="002429AC" w:rsidP="00137F9F"/>
              </w:txbxContent>
            </v:textbox>
          </v:rect>
        </w:pict>
      </w:r>
    </w:p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/>
    <w:p w:rsidR="002429AC" w:rsidRDefault="002429AC" w:rsidP="00DF2760">
      <w:pPr>
        <w:widowControl w:val="0"/>
        <w:numPr>
          <w:ilvl w:val="0"/>
          <w:numId w:val="2"/>
        </w:numPr>
        <w:suppressAutoHyphens/>
      </w:pPr>
      <w:r>
        <w:t>Please provide some photographs of your plastic buoys with sizes &amp; weights (please resize and compress any photographs before insertion)</w:t>
      </w:r>
    </w:p>
    <w:p w:rsidR="002429AC" w:rsidRPr="004D1D85" w:rsidRDefault="002429AC" w:rsidP="00DF2760">
      <w:pPr>
        <w:pStyle w:val="BodyText"/>
      </w:pPr>
    </w:p>
    <w:p w:rsidR="002429AC" w:rsidRDefault="002429AC" w:rsidP="00DF2760">
      <w:pPr>
        <w:pStyle w:val="BodyText"/>
      </w:pPr>
    </w:p>
    <w:p w:rsidR="002429AC" w:rsidRDefault="002429AC">
      <w:pPr>
        <w:rPr>
          <w:lang w:eastAsia="ko-KR"/>
        </w:rPr>
      </w:pPr>
    </w:p>
    <w:sectPr w:rsidR="002429AC" w:rsidSect="00F5414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9AC" w:rsidRDefault="002429AC" w:rsidP="006A283D">
      <w:r>
        <w:separator/>
      </w:r>
    </w:p>
  </w:endnote>
  <w:endnote w:type="continuationSeparator" w:id="0">
    <w:p w:rsidR="002429AC" w:rsidRDefault="002429AC" w:rsidP="006A2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9AC" w:rsidRDefault="002429AC" w:rsidP="006A283D">
      <w:r>
        <w:separator/>
      </w:r>
    </w:p>
  </w:footnote>
  <w:footnote w:type="continuationSeparator" w:id="0">
    <w:p w:rsidR="002429AC" w:rsidRDefault="002429AC" w:rsidP="006A2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BC8"/>
    <w:multiLevelType w:val="hybridMultilevel"/>
    <w:tmpl w:val="1270DA3E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B2C24A3"/>
    <w:multiLevelType w:val="hybridMultilevel"/>
    <w:tmpl w:val="E33051F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760"/>
    <w:rsid w:val="00050121"/>
    <w:rsid w:val="000A2358"/>
    <w:rsid w:val="000A4820"/>
    <w:rsid w:val="000E3EC7"/>
    <w:rsid w:val="00137F9F"/>
    <w:rsid w:val="00145E34"/>
    <w:rsid w:val="00156186"/>
    <w:rsid w:val="001A5629"/>
    <w:rsid w:val="001C1C3E"/>
    <w:rsid w:val="001D0D25"/>
    <w:rsid w:val="00214E88"/>
    <w:rsid w:val="00222DAB"/>
    <w:rsid w:val="002429AC"/>
    <w:rsid w:val="002A57C1"/>
    <w:rsid w:val="002B1AA1"/>
    <w:rsid w:val="00306CFD"/>
    <w:rsid w:val="00311B87"/>
    <w:rsid w:val="00373B7B"/>
    <w:rsid w:val="00380A6F"/>
    <w:rsid w:val="0038124F"/>
    <w:rsid w:val="00425BD7"/>
    <w:rsid w:val="00456E4D"/>
    <w:rsid w:val="0048213C"/>
    <w:rsid w:val="00497FE8"/>
    <w:rsid w:val="004D1D85"/>
    <w:rsid w:val="00522DEF"/>
    <w:rsid w:val="00582AF8"/>
    <w:rsid w:val="00594F11"/>
    <w:rsid w:val="005D162E"/>
    <w:rsid w:val="005E09BF"/>
    <w:rsid w:val="00610C73"/>
    <w:rsid w:val="006111A3"/>
    <w:rsid w:val="00623E6C"/>
    <w:rsid w:val="006303BD"/>
    <w:rsid w:val="006361D1"/>
    <w:rsid w:val="00637682"/>
    <w:rsid w:val="00642095"/>
    <w:rsid w:val="006A283D"/>
    <w:rsid w:val="006A5DE2"/>
    <w:rsid w:val="006B565A"/>
    <w:rsid w:val="006D3C4C"/>
    <w:rsid w:val="006E2393"/>
    <w:rsid w:val="006E63E0"/>
    <w:rsid w:val="00723A6A"/>
    <w:rsid w:val="0072594F"/>
    <w:rsid w:val="007547CD"/>
    <w:rsid w:val="007C2DCB"/>
    <w:rsid w:val="00813018"/>
    <w:rsid w:val="0081603F"/>
    <w:rsid w:val="0088148E"/>
    <w:rsid w:val="0088365E"/>
    <w:rsid w:val="00884D5E"/>
    <w:rsid w:val="0088771D"/>
    <w:rsid w:val="008B74DD"/>
    <w:rsid w:val="008B7FD9"/>
    <w:rsid w:val="008C04DE"/>
    <w:rsid w:val="008E1406"/>
    <w:rsid w:val="008E164D"/>
    <w:rsid w:val="00902BA3"/>
    <w:rsid w:val="0090519C"/>
    <w:rsid w:val="00906DC6"/>
    <w:rsid w:val="00915ACD"/>
    <w:rsid w:val="00932A4A"/>
    <w:rsid w:val="009364E6"/>
    <w:rsid w:val="00973B66"/>
    <w:rsid w:val="009B0B26"/>
    <w:rsid w:val="009B30E8"/>
    <w:rsid w:val="009C70DB"/>
    <w:rsid w:val="00A03730"/>
    <w:rsid w:val="00A271CD"/>
    <w:rsid w:val="00A42CFA"/>
    <w:rsid w:val="00A66E46"/>
    <w:rsid w:val="00A75849"/>
    <w:rsid w:val="00AE0C6E"/>
    <w:rsid w:val="00AF18A0"/>
    <w:rsid w:val="00AF20CD"/>
    <w:rsid w:val="00B01B1E"/>
    <w:rsid w:val="00B371D2"/>
    <w:rsid w:val="00B5496A"/>
    <w:rsid w:val="00B56F60"/>
    <w:rsid w:val="00BB3DAB"/>
    <w:rsid w:val="00BC4C63"/>
    <w:rsid w:val="00BE249C"/>
    <w:rsid w:val="00C13A63"/>
    <w:rsid w:val="00C14BFA"/>
    <w:rsid w:val="00C4016E"/>
    <w:rsid w:val="00C61AD4"/>
    <w:rsid w:val="00C741D2"/>
    <w:rsid w:val="00D12599"/>
    <w:rsid w:val="00D25122"/>
    <w:rsid w:val="00D63C1B"/>
    <w:rsid w:val="00D66E96"/>
    <w:rsid w:val="00D67B5B"/>
    <w:rsid w:val="00D76B0A"/>
    <w:rsid w:val="00D9159C"/>
    <w:rsid w:val="00D9177B"/>
    <w:rsid w:val="00D91B9C"/>
    <w:rsid w:val="00DA241F"/>
    <w:rsid w:val="00DC17FB"/>
    <w:rsid w:val="00DD359D"/>
    <w:rsid w:val="00DD57E1"/>
    <w:rsid w:val="00DF2760"/>
    <w:rsid w:val="00E033C1"/>
    <w:rsid w:val="00E52EE2"/>
    <w:rsid w:val="00E60BDA"/>
    <w:rsid w:val="00E62D24"/>
    <w:rsid w:val="00EA3F2D"/>
    <w:rsid w:val="00EB1D80"/>
    <w:rsid w:val="00EF102C"/>
    <w:rsid w:val="00F015D7"/>
    <w:rsid w:val="00F0185D"/>
    <w:rsid w:val="00F27FC9"/>
    <w:rsid w:val="00F5414B"/>
    <w:rsid w:val="00F64C39"/>
    <w:rsid w:val="00F77FC9"/>
    <w:rsid w:val="00FA098E"/>
    <w:rsid w:val="00FB5F28"/>
    <w:rsid w:val="00FC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60"/>
    <w:rPr>
      <w:rFonts w:ascii="Arial" w:eastAsia="바탕" w:hAnsi="Arial" w:cs="Calibri"/>
      <w:kern w:val="0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760"/>
    <w:pPr>
      <w:keepNext/>
      <w:outlineLvl w:val="0"/>
    </w:pPr>
    <w:rPr>
      <w:rFonts w:ascii="맑은 고딕" w:eastAsia="맑은 고딕" w:hAnsi="맑은 고딕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2760"/>
    <w:rPr>
      <w:rFonts w:ascii="맑은 고딕" w:eastAsia="맑은 고딕" w:hAnsi="맑은 고딕" w:cs="Times New Roman"/>
      <w:kern w:val="0"/>
      <w:sz w:val="28"/>
      <w:szCs w:val="28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DF2760"/>
    <w:pPr>
      <w:numPr>
        <w:numId w:val="1"/>
      </w:numPr>
      <w:tabs>
        <w:tab w:val="left" w:pos="1701"/>
      </w:tabs>
      <w:spacing w:before="240" w:after="240"/>
      <w:jc w:val="both"/>
    </w:pPr>
    <w:rPr>
      <w:rFonts w:ascii="Arial" w:eastAsia="바탕" w:hAnsi="Arial" w:cs="Calibri"/>
      <w:b/>
      <w:caps/>
      <w:sz w:val="24"/>
      <w:szCs w:val="22"/>
    </w:rPr>
  </w:style>
  <w:style w:type="paragraph" w:styleId="BodyText">
    <w:name w:val="Body Text"/>
    <w:basedOn w:val="Normal"/>
    <w:link w:val="BodyTextChar"/>
    <w:uiPriority w:val="99"/>
    <w:rsid w:val="00DF276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F2760"/>
    <w:rPr>
      <w:rFonts w:ascii="Arial" w:eastAsia="바탕" w:hAnsi="Arial" w:cs="Calibri"/>
      <w:kern w:val="0"/>
      <w:sz w:val="22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rsid w:val="006A283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283D"/>
    <w:rPr>
      <w:rFonts w:ascii="Arial" w:eastAsia="바탕" w:hAnsi="Arial" w:cs="Calibri"/>
      <w:kern w:val="0"/>
      <w:sz w:val="22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rsid w:val="006A283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283D"/>
    <w:rPr>
      <w:rFonts w:ascii="Arial" w:eastAsia="바탕" w:hAnsi="Arial" w:cs="Calibri"/>
      <w:kern w:val="0"/>
      <w:sz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3</Pages>
  <Words>490</Words>
  <Characters>2798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SEC</cp:lastModifiedBy>
  <cp:revision>12</cp:revision>
  <dcterms:created xsi:type="dcterms:W3CDTF">2012-04-11T05:25:00Z</dcterms:created>
  <dcterms:modified xsi:type="dcterms:W3CDTF">2012-04-11T10:11:00Z</dcterms:modified>
</cp:coreProperties>
</file>